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CD" w:rsidRPr="00826078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地震防災訓練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第１回状況</w:t>
      </w: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集約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・報告</w:t>
      </w: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用紙</w:t>
      </w:r>
    </w:p>
    <w:p w:rsidR="001953CD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（ブロック自衛消防隊用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、自衛消防隊の設置状況</w:t>
      </w:r>
      <w:r w:rsidRPr="00826078">
        <w:rPr>
          <w:rFonts w:ascii="ＭＳ ゴシック" w:eastAsia="ＭＳ ゴシック" w:hAnsi="ＭＳ ゴシック" w:hint="eastAsia"/>
          <w:b/>
          <w:sz w:val="32"/>
          <w:szCs w:val="32"/>
        </w:rPr>
        <w:t>）</w:t>
      </w:r>
    </w:p>
    <w:p w:rsidR="001953CD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/>
          <w:b/>
          <w:sz w:val="32"/>
          <w:szCs w:val="32"/>
        </w:rPr>
        <w:t>1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．ブロック自衛消防隊名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1953CD" w:rsidRPr="002B4677" w:rsidTr="002B4677">
        <w:tc>
          <w:tcPr>
            <w:tcW w:w="8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</w:tr>
    </w:tbl>
    <w:p w:rsidR="001953CD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1953CD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２．自衛消防隊の参集状況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2693"/>
        <w:gridCol w:w="2357"/>
      </w:tblGrid>
      <w:tr w:rsidR="001953CD" w:rsidRPr="002B4677" w:rsidTr="002B4677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2B4677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設置されている班の数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2B4677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参集した</w:t>
            </w:r>
          </w:p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2B4677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班の数</w:t>
            </w:r>
          </w:p>
        </w:tc>
      </w:tr>
      <w:tr w:rsidR="001953CD" w:rsidRPr="002B4677" w:rsidTr="002B4677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2B4677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ブロック自衛消防隊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</w:tr>
    </w:tbl>
    <w:p w:rsidR="001953CD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2693"/>
        <w:gridCol w:w="2357"/>
      </w:tblGrid>
      <w:tr w:rsidR="001953CD" w:rsidRPr="002B4677" w:rsidTr="002B4677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2B4677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設置されている建物隊の数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 w:rsidP="000A602D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2B4677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参集確認した建物隊の数</w:t>
            </w:r>
          </w:p>
        </w:tc>
      </w:tr>
      <w:tr w:rsidR="001953CD" w:rsidRPr="002B4677" w:rsidTr="002B4677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  <w:r w:rsidRPr="002B4677">
              <w:rPr>
                <w:rFonts w:ascii="ＭＳ ゴシック" w:eastAsia="ＭＳ ゴシック" w:hAnsi="ＭＳ ゴシック" w:hint="eastAsia"/>
                <w:b/>
                <w:sz w:val="32"/>
                <w:szCs w:val="32"/>
              </w:rPr>
              <w:t>建物自衛消防隊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 w:rsidP="00124424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</w:tr>
    </w:tbl>
    <w:p w:rsidR="001953CD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1953CD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３．その他連絡事項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02"/>
      </w:tblGrid>
      <w:tr w:rsidR="001953CD" w:rsidRPr="002B4677" w:rsidTr="002B4677">
        <w:tc>
          <w:tcPr>
            <w:tcW w:w="8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953CD" w:rsidRPr="002B4677" w:rsidRDefault="001953CD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  <w:p w:rsidR="001953CD" w:rsidRDefault="001953CD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  <w:p w:rsidR="001953CD" w:rsidRPr="002B4677" w:rsidRDefault="001953CD" w:rsidP="00A94CBF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</w:tc>
      </w:tr>
    </w:tbl>
    <w:p w:rsidR="001953CD" w:rsidRPr="00826078" w:rsidRDefault="001953CD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0" w:name="_GoBack"/>
      <w:bookmarkEnd w:id="0"/>
    </w:p>
    <w:sectPr w:rsidR="001953CD" w:rsidRPr="00826078" w:rsidSect="00864359"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3CD" w:rsidRDefault="001953CD" w:rsidP="008552CF">
      <w:r>
        <w:separator/>
      </w:r>
    </w:p>
  </w:endnote>
  <w:endnote w:type="continuationSeparator" w:id="0">
    <w:p w:rsidR="001953CD" w:rsidRDefault="001953CD" w:rsidP="00855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3CD" w:rsidRDefault="001953CD" w:rsidP="008552CF">
      <w:r>
        <w:separator/>
      </w:r>
    </w:p>
  </w:footnote>
  <w:footnote w:type="continuationSeparator" w:id="0">
    <w:p w:rsidR="001953CD" w:rsidRDefault="001953CD" w:rsidP="00855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078"/>
    <w:rsid w:val="000A602D"/>
    <w:rsid w:val="00124424"/>
    <w:rsid w:val="001953CD"/>
    <w:rsid w:val="002B4677"/>
    <w:rsid w:val="002F045D"/>
    <w:rsid w:val="006D0695"/>
    <w:rsid w:val="008236D5"/>
    <w:rsid w:val="00826078"/>
    <w:rsid w:val="008552CF"/>
    <w:rsid w:val="00864359"/>
    <w:rsid w:val="00A251F6"/>
    <w:rsid w:val="00A94CBF"/>
    <w:rsid w:val="00BB17FB"/>
    <w:rsid w:val="00D4434E"/>
    <w:rsid w:val="00FA7486"/>
    <w:rsid w:val="00FB396B"/>
    <w:rsid w:val="00FF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34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607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F3AAE"/>
    <w:rPr>
      <w:rFonts w:ascii="Arial" w:eastAsia="ＭＳ ゴシック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3AAE"/>
    <w:rPr>
      <w:rFonts w:ascii="Arial" w:eastAsia="ＭＳ ゴシック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552C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552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52C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552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</Words>
  <Characters>139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地震防災訓練　第１回状況集約・報告用紙</dc:title>
  <dc:subject/>
  <dc:creator>kurosaki</dc:creator>
  <cp:keywords/>
  <dc:description/>
  <cp:lastModifiedBy> </cp:lastModifiedBy>
  <cp:revision>2</cp:revision>
  <cp:lastPrinted>2012-10-22T19:15:00Z</cp:lastPrinted>
  <dcterms:created xsi:type="dcterms:W3CDTF">2012-10-24T18:08:00Z</dcterms:created>
  <dcterms:modified xsi:type="dcterms:W3CDTF">2012-10-24T18:08:00Z</dcterms:modified>
</cp:coreProperties>
</file>